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B7F" w:rsidRDefault="005D3DB2" w:rsidP="005D3DB2">
      <w:pPr>
        <w:jc w:val="center"/>
        <w:rPr>
          <w:szCs w:val="28"/>
          <w:lang w:val="lv-LV"/>
        </w:rPr>
      </w:pPr>
      <w:r>
        <w:rPr>
          <w:noProof/>
          <w:szCs w:val="28"/>
          <w:lang w:val="lv-LV"/>
        </w:rPr>
        <w:drawing>
          <wp:inline distT="0" distB="0" distL="0" distR="0">
            <wp:extent cx="6524625" cy="3675844"/>
            <wp:effectExtent l="19050" t="0" r="0" b="0"/>
            <wp:docPr id="6" name="Picture 3" descr="C:\Users\Aldis Runenieks\Dropbox\Camera Uploads\2014-02-26 09.48.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dis Runenieks\Dropbox\Camera Uploads\2014-02-26 09.48.16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2019" cy="368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DB2" w:rsidRDefault="005D3DB2" w:rsidP="005D3DB2">
      <w:pPr>
        <w:jc w:val="center"/>
        <w:rPr>
          <w:szCs w:val="28"/>
          <w:lang w:val="lv-LV"/>
        </w:rPr>
      </w:pPr>
    </w:p>
    <w:p w:rsidR="00192838" w:rsidRDefault="00192838" w:rsidP="005D3DB2">
      <w:pPr>
        <w:jc w:val="center"/>
        <w:rPr>
          <w:szCs w:val="28"/>
          <w:lang w:val="lv-LV"/>
        </w:rPr>
      </w:pPr>
    </w:p>
    <w:p w:rsidR="00192838" w:rsidRDefault="00192838" w:rsidP="001A7071">
      <w:pPr>
        <w:rPr>
          <w:szCs w:val="28"/>
          <w:lang w:val="lv-LV"/>
        </w:rPr>
      </w:pPr>
    </w:p>
    <w:p w:rsidR="005D3DB2" w:rsidRDefault="00192838" w:rsidP="005D3DB2">
      <w:pPr>
        <w:jc w:val="center"/>
        <w:rPr>
          <w:szCs w:val="28"/>
          <w:lang w:val="lv-LV"/>
        </w:rPr>
      </w:pPr>
      <w:r>
        <w:rPr>
          <w:noProof/>
          <w:szCs w:val="28"/>
          <w:lang w:val="lv-LV"/>
        </w:rPr>
        <w:drawing>
          <wp:inline distT="0" distB="0" distL="0" distR="0">
            <wp:extent cx="6664568" cy="2571750"/>
            <wp:effectExtent l="19050" t="0" r="2932" b="0"/>
            <wp:docPr id="8" name="Picture 5" descr="C:\Users\Aldis Runenieks\Dropbox\Camera Uploads\2014-02-26 10.12.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ldis Runenieks\Dropbox\Camera Uploads\2014-02-26 10.12.2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4568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838" w:rsidRDefault="00192838" w:rsidP="005D3DB2">
      <w:pPr>
        <w:jc w:val="center"/>
        <w:rPr>
          <w:szCs w:val="28"/>
          <w:lang w:val="lv-LV"/>
        </w:rPr>
      </w:pPr>
    </w:p>
    <w:p w:rsidR="00192838" w:rsidRDefault="00192838" w:rsidP="005D3DB2">
      <w:pPr>
        <w:jc w:val="center"/>
        <w:rPr>
          <w:szCs w:val="28"/>
          <w:lang w:val="lv-LV"/>
        </w:rPr>
      </w:pPr>
    </w:p>
    <w:p w:rsidR="00192838" w:rsidRDefault="00192838" w:rsidP="005D3DB2">
      <w:pPr>
        <w:jc w:val="center"/>
        <w:rPr>
          <w:szCs w:val="28"/>
          <w:lang w:val="lv-LV"/>
        </w:rPr>
      </w:pPr>
    </w:p>
    <w:p w:rsidR="00192838" w:rsidRPr="00CF58AE" w:rsidRDefault="00192838" w:rsidP="005D3DB2">
      <w:pPr>
        <w:jc w:val="center"/>
        <w:rPr>
          <w:szCs w:val="28"/>
          <w:lang w:val="lv-LV"/>
        </w:rPr>
      </w:pPr>
      <w:bookmarkStart w:id="0" w:name="_GoBack"/>
      <w:bookmarkEnd w:id="0"/>
    </w:p>
    <w:sectPr w:rsidR="00192838" w:rsidRPr="00CF58AE" w:rsidSect="003C3EC0">
      <w:headerReference w:type="default" r:id="rId11"/>
      <w:pgSz w:w="11907" w:h="16840" w:code="9"/>
      <w:pgMar w:top="824" w:right="720" w:bottom="576" w:left="1138" w:header="288" w:footer="3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D02" w:rsidRDefault="00AD3D02">
      <w:r>
        <w:separator/>
      </w:r>
    </w:p>
  </w:endnote>
  <w:endnote w:type="continuationSeparator" w:id="0">
    <w:p w:rsidR="00AD3D02" w:rsidRDefault="00AD3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D02" w:rsidRDefault="00AD3D02">
      <w:r>
        <w:separator/>
      </w:r>
    </w:p>
  </w:footnote>
  <w:footnote w:type="continuationSeparator" w:id="0">
    <w:p w:rsidR="00AD3D02" w:rsidRDefault="00AD3D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723" w:rsidRPr="007F030C" w:rsidRDefault="00D32723" w:rsidP="00E40B3B">
    <w:pPr>
      <w:pStyle w:val="Header"/>
      <w:jc w:val="center"/>
      <w:rPr>
        <w:rFonts w:ascii="Arial Narrow" w:hAnsi="Arial Narrow"/>
        <w:color w:val="000000"/>
        <w:spacing w:val="-6"/>
        <w:sz w:val="20"/>
        <w:szCs w:val="20"/>
      </w:rPr>
    </w:pPr>
  </w:p>
  <w:p w:rsidR="00D32723" w:rsidRDefault="00D32723">
    <w:pPr>
      <w:pStyle w:val="Header"/>
      <w:jc w:val="center"/>
      <w:rPr>
        <w:rFonts w:ascii="Arial" w:hAnsi="Arial"/>
        <w:color w:val="000000"/>
        <w:sz w:val="20"/>
      </w:rPr>
    </w:pPr>
  </w:p>
  <w:p w:rsidR="00D32723" w:rsidRDefault="00D32723">
    <w:pPr>
      <w:pStyle w:val="Header"/>
      <w:jc w:val="center"/>
      <w:rPr>
        <w:rFonts w:ascii="Arial" w:hAnsi="Arial"/>
        <w:color w:val="00000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20D2"/>
    <w:multiLevelType w:val="hybridMultilevel"/>
    <w:tmpl w:val="07581A1A"/>
    <w:lvl w:ilvl="0" w:tplc="7C4A89F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19"/>
    <w:rsid w:val="000019A6"/>
    <w:rsid w:val="000341EE"/>
    <w:rsid w:val="00040B5A"/>
    <w:rsid w:val="00052B01"/>
    <w:rsid w:val="00053CAB"/>
    <w:rsid w:val="0009346F"/>
    <w:rsid w:val="000A2A09"/>
    <w:rsid w:val="000C26B7"/>
    <w:rsid w:val="000E5086"/>
    <w:rsid w:val="000E6316"/>
    <w:rsid w:val="00101F0C"/>
    <w:rsid w:val="00115035"/>
    <w:rsid w:val="00123296"/>
    <w:rsid w:val="00135C4C"/>
    <w:rsid w:val="001526AF"/>
    <w:rsid w:val="00166C76"/>
    <w:rsid w:val="0018109D"/>
    <w:rsid w:val="00192838"/>
    <w:rsid w:val="001A7071"/>
    <w:rsid w:val="001D1132"/>
    <w:rsid w:val="001D7206"/>
    <w:rsid w:val="001E7800"/>
    <w:rsid w:val="00200180"/>
    <w:rsid w:val="00221AB7"/>
    <w:rsid w:val="002402C2"/>
    <w:rsid w:val="002522EE"/>
    <w:rsid w:val="002610C2"/>
    <w:rsid w:val="002620AE"/>
    <w:rsid w:val="00263A0C"/>
    <w:rsid w:val="002A3DFC"/>
    <w:rsid w:val="002A4A95"/>
    <w:rsid w:val="002C5C5F"/>
    <w:rsid w:val="002D72AF"/>
    <w:rsid w:val="002E3004"/>
    <w:rsid w:val="0031463B"/>
    <w:rsid w:val="00316C93"/>
    <w:rsid w:val="00330DED"/>
    <w:rsid w:val="003320BE"/>
    <w:rsid w:val="00341529"/>
    <w:rsid w:val="003467F6"/>
    <w:rsid w:val="00374F7E"/>
    <w:rsid w:val="00383488"/>
    <w:rsid w:val="00390337"/>
    <w:rsid w:val="003A03E1"/>
    <w:rsid w:val="003A71F0"/>
    <w:rsid w:val="003B2FAD"/>
    <w:rsid w:val="003B5948"/>
    <w:rsid w:val="003C1599"/>
    <w:rsid w:val="003C3EC0"/>
    <w:rsid w:val="003E00D2"/>
    <w:rsid w:val="003E6B59"/>
    <w:rsid w:val="003F182F"/>
    <w:rsid w:val="0040118D"/>
    <w:rsid w:val="00445B0D"/>
    <w:rsid w:val="00487400"/>
    <w:rsid w:val="004B3C87"/>
    <w:rsid w:val="004C53C8"/>
    <w:rsid w:val="004C56C9"/>
    <w:rsid w:val="004E09F0"/>
    <w:rsid w:val="004E3FB8"/>
    <w:rsid w:val="005245CA"/>
    <w:rsid w:val="00536630"/>
    <w:rsid w:val="00573F35"/>
    <w:rsid w:val="00584D38"/>
    <w:rsid w:val="005950D8"/>
    <w:rsid w:val="00597D67"/>
    <w:rsid w:val="005D19F4"/>
    <w:rsid w:val="005D3DB2"/>
    <w:rsid w:val="005E5B48"/>
    <w:rsid w:val="00632AB7"/>
    <w:rsid w:val="0064049B"/>
    <w:rsid w:val="00642663"/>
    <w:rsid w:val="00645AAE"/>
    <w:rsid w:val="006A53D2"/>
    <w:rsid w:val="006C2107"/>
    <w:rsid w:val="006C40D0"/>
    <w:rsid w:val="006C6420"/>
    <w:rsid w:val="007003CA"/>
    <w:rsid w:val="00721429"/>
    <w:rsid w:val="007358F3"/>
    <w:rsid w:val="00753BC8"/>
    <w:rsid w:val="007755F1"/>
    <w:rsid w:val="007F030C"/>
    <w:rsid w:val="007F42F5"/>
    <w:rsid w:val="00817C8A"/>
    <w:rsid w:val="008212A3"/>
    <w:rsid w:val="00853471"/>
    <w:rsid w:val="00862197"/>
    <w:rsid w:val="008654F1"/>
    <w:rsid w:val="008823DA"/>
    <w:rsid w:val="0089405D"/>
    <w:rsid w:val="008C05DC"/>
    <w:rsid w:val="008C3EEB"/>
    <w:rsid w:val="008C69E2"/>
    <w:rsid w:val="008E0B1F"/>
    <w:rsid w:val="008E0F4C"/>
    <w:rsid w:val="008E5F9B"/>
    <w:rsid w:val="00901120"/>
    <w:rsid w:val="009444F1"/>
    <w:rsid w:val="009B5B7F"/>
    <w:rsid w:val="009B6952"/>
    <w:rsid w:val="009C02D6"/>
    <w:rsid w:val="009D4230"/>
    <w:rsid w:val="009D714D"/>
    <w:rsid w:val="009F26AB"/>
    <w:rsid w:val="00A01DDA"/>
    <w:rsid w:val="00A47D33"/>
    <w:rsid w:val="00A65C86"/>
    <w:rsid w:val="00A80C38"/>
    <w:rsid w:val="00A95F20"/>
    <w:rsid w:val="00AB5B0A"/>
    <w:rsid w:val="00AD0A42"/>
    <w:rsid w:val="00AD3D02"/>
    <w:rsid w:val="00B14714"/>
    <w:rsid w:val="00B14DEC"/>
    <w:rsid w:val="00B50688"/>
    <w:rsid w:val="00B542AD"/>
    <w:rsid w:val="00B65327"/>
    <w:rsid w:val="00B7240F"/>
    <w:rsid w:val="00B869C4"/>
    <w:rsid w:val="00BC0AEB"/>
    <w:rsid w:val="00BC0F21"/>
    <w:rsid w:val="00BD1891"/>
    <w:rsid w:val="00BF1B65"/>
    <w:rsid w:val="00BF6F4B"/>
    <w:rsid w:val="00C032CF"/>
    <w:rsid w:val="00C1371A"/>
    <w:rsid w:val="00C14287"/>
    <w:rsid w:val="00C20D27"/>
    <w:rsid w:val="00C22A9E"/>
    <w:rsid w:val="00C54F6B"/>
    <w:rsid w:val="00CB5CA7"/>
    <w:rsid w:val="00CD27E5"/>
    <w:rsid w:val="00CF58AE"/>
    <w:rsid w:val="00CF58C1"/>
    <w:rsid w:val="00D021C5"/>
    <w:rsid w:val="00D05FF7"/>
    <w:rsid w:val="00D14AE9"/>
    <w:rsid w:val="00D16BF0"/>
    <w:rsid w:val="00D23CC4"/>
    <w:rsid w:val="00D30347"/>
    <w:rsid w:val="00D32723"/>
    <w:rsid w:val="00D64AB3"/>
    <w:rsid w:val="00D72FD2"/>
    <w:rsid w:val="00D73FB0"/>
    <w:rsid w:val="00D90FD3"/>
    <w:rsid w:val="00D9346B"/>
    <w:rsid w:val="00DA5B35"/>
    <w:rsid w:val="00DD457E"/>
    <w:rsid w:val="00DE5E7B"/>
    <w:rsid w:val="00DF1A8A"/>
    <w:rsid w:val="00E066EE"/>
    <w:rsid w:val="00E40B3B"/>
    <w:rsid w:val="00E51F56"/>
    <w:rsid w:val="00E60E4D"/>
    <w:rsid w:val="00E64BBF"/>
    <w:rsid w:val="00E719EA"/>
    <w:rsid w:val="00E8513A"/>
    <w:rsid w:val="00EA0AF1"/>
    <w:rsid w:val="00EA5FCA"/>
    <w:rsid w:val="00EB268A"/>
    <w:rsid w:val="00ED18B2"/>
    <w:rsid w:val="00ED4055"/>
    <w:rsid w:val="00ED7573"/>
    <w:rsid w:val="00EE1762"/>
    <w:rsid w:val="00EE675E"/>
    <w:rsid w:val="00EE717B"/>
    <w:rsid w:val="00EF1EA7"/>
    <w:rsid w:val="00EF267C"/>
    <w:rsid w:val="00F153E1"/>
    <w:rsid w:val="00F15519"/>
    <w:rsid w:val="00F24B75"/>
    <w:rsid w:val="00F25A24"/>
    <w:rsid w:val="00F46AAB"/>
    <w:rsid w:val="00F63AC4"/>
    <w:rsid w:val="00F76A4E"/>
    <w:rsid w:val="00F802FE"/>
    <w:rsid w:val="00F91E9C"/>
    <w:rsid w:val="00F9613E"/>
    <w:rsid w:val="00FA4D94"/>
    <w:rsid w:val="00FE2DDB"/>
    <w:rsid w:val="00FF5637"/>
    <w:rsid w:val="00FF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58AE"/>
    <w:rPr>
      <w:sz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F5637"/>
    <w:pPr>
      <w:tabs>
        <w:tab w:val="center" w:pos="4320"/>
        <w:tab w:val="right" w:pos="8640"/>
      </w:tabs>
    </w:pPr>
    <w:rPr>
      <w:rFonts w:ascii="Times New Roman" w:eastAsia="Times New Roman" w:hAnsi="Times New Roman"/>
      <w:szCs w:val="24"/>
      <w:lang w:val="lv-LV"/>
    </w:rPr>
  </w:style>
  <w:style w:type="paragraph" w:styleId="Footer">
    <w:name w:val="footer"/>
    <w:basedOn w:val="Normal"/>
    <w:rsid w:val="00FF5637"/>
    <w:pPr>
      <w:tabs>
        <w:tab w:val="center" w:pos="4320"/>
        <w:tab w:val="right" w:pos="8640"/>
      </w:tabs>
    </w:pPr>
    <w:rPr>
      <w:rFonts w:ascii="Times New Roman" w:eastAsia="Times New Roman" w:hAnsi="Times New Roman"/>
      <w:szCs w:val="24"/>
      <w:lang w:val="lv-LV"/>
    </w:rPr>
  </w:style>
  <w:style w:type="table" w:styleId="TableGrid">
    <w:name w:val="Table Grid"/>
    <w:basedOn w:val="TableNormal"/>
    <w:rsid w:val="009B5B7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F1EA7"/>
    <w:rPr>
      <w:rFonts w:ascii="Tahoma" w:eastAsia="Times New Roman" w:hAnsi="Tahoma" w:cs="Tahoma"/>
      <w:sz w:val="16"/>
      <w:szCs w:val="16"/>
      <w:lang w:val="lv-LV"/>
    </w:rPr>
  </w:style>
  <w:style w:type="paragraph" w:styleId="ListParagraph">
    <w:name w:val="List Paragraph"/>
    <w:basedOn w:val="Normal"/>
    <w:uiPriority w:val="34"/>
    <w:qFormat/>
    <w:rsid w:val="004C5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58AE"/>
    <w:rPr>
      <w:sz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F5637"/>
    <w:pPr>
      <w:tabs>
        <w:tab w:val="center" w:pos="4320"/>
        <w:tab w:val="right" w:pos="8640"/>
      </w:tabs>
    </w:pPr>
    <w:rPr>
      <w:rFonts w:ascii="Times New Roman" w:eastAsia="Times New Roman" w:hAnsi="Times New Roman"/>
      <w:szCs w:val="24"/>
      <w:lang w:val="lv-LV"/>
    </w:rPr>
  </w:style>
  <w:style w:type="paragraph" w:styleId="Footer">
    <w:name w:val="footer"/>
    <w:basedOn w:val="Normal"/>
    <w:rsid w:val="00FF5637"/>
    <w:pPr>
      <w:tabs>
        <w:tab w:val="center" w:pos="4320"/>
        <w:tab w:val="right" w:pos="8640"/>
      </w:tabs>
    </w:pPr>
    <w:rPr>
      <w:rFonts w:ascii="Times New Roman" w:eastAsia="Times New Roman" w:hAnsi="Times New Roman"/>
      <w:szCs w:val="24"/>
      <w:lang w:val="lv-LV"/>
    </w:rPr>
  </w:style>
  <w:style w:type="table" w:styleId="TableGrid">
    <w:name w:val="Table Grid"/>
    <w:basedOn w:val="TableNormal"/>
    <w:rsid w:val="009B5B7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F1EA7"/>
    <w:rPr>
      <w:rFonts w:ascii="Tahoma" w:eastAsia="Times New Roman" w:hAnsi="Tahoma" w:cs="Tahoma"/>
      <w:sz w:val="16"/>
      <w:szCs w:val="16"/>
      <w:lang w:val="lv-LV"/>
    </w:rPr>
  </w:style>
  <w:style w:type="paragraph" w:styleId="ListParagraph">
    <w:name w:val="List Paragraph"/>
    <w:basedOn w:val="Normal"/>
    <w:uiPriority w:val="34"/>
    <w:qFormat/>
    <w:rsid w:val="004C5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dis%20Dambis\Desktop\smms\DARBA%20PROCESS%20MMS\AKTI,%20DEFEKTI\AD-005-Arcers%20veidlapa%20iekseja%20sarakste_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48DEFE-C73B-4A65-BF93-D35191E5B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AD-005-Arcers veidlapa iekseja sarakste_20</Template>
  <TotalTime>0</TotalTime>
  <Pages>1</Pages>
  <Words>7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Veidlapa</vt:lpstr>
      <vt:lpstr>Veidlapa</vt:lpstr>
    </vt:vector>
  </TitlesOfParts>
  <Company>Arčers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</dc:title>
  <dc:creator>Aldis Dambis</dc:creator>
  <cp:lastModifiedBy>Uģis_Cvir</cp:lastModifiedBy>
  <cp:revision>2</cp:revision>
  <cp:lastPrinted>2014-01-28T07:39:00Z</cp:lastPrinted>
  <dcterms:created xsi:type="dcterms:W3CDTF">2014-06-17T06:57:00Z</dcterms:created>
  <dcterms:modified xsi:type="dcterms:W3CDTF">2014-06-17T06:57:00Z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